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5F245" w14:textId="77777777" w:rsidR="000C1EB8" w:rsidRPr="007B1EB9" w:rsidRDefault="00724073" w:rsidP="00DA2821">
      <w:pPr>
        <w:pStyle w:val="KeinLeerraum"/>
        <w:rPr>
          <w:sz w:val="22"/>
          <w:lang w:val="it-IT"/>
        </w:rPr>
      </w:pPr>
      <w:r>
        <w:rPr>
          <w:rFonts w:ascii="Arial Narrow" w:hAnsi="Arial Narrow"/>
          <w:noProof/>
          <w:sz w:val="18"/>
          <w:lang w:eastAsia="de-DE" w:bidi="ar-SA"/>
        </w:rPr>
        <w:drawing>
          <wp:anchor distT="0" distB="0" distL="114300" distR="114300" simplePos="0" relativeHeight="251658240" behindDoc="0" locked="0" layoutInCell="1" allowOverlap="1" wp14:anchorId="061B0DCE" wp14:editId="56ED49E3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lang w:val="it-IT"/>
        </w:rPr>
        <w:t>Agenda</w:t>
      </w:r>
    </w:p>
    <w:p w14:paraId="40EC14C3" w14:textId="4A2ED665" w:rsidR="000C1EB8" w:rsidRPr="00D46536" w:rsidRDefault="003C735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pt-BR"/>
        </w:rPr>
      </w:pPr>
      <w:r>
        <w:rPr>
          <w:rFonts w:ascii="Arial Narrow" w:hAnsi="Arial Narrow"/>
          <w:sz w:val="22"/>
          <w:lang w:val="it-IT"/>
        </w:rPr>
        <w:t>1</w:t>
      </w:r>
      <w:r w:rsidR="00BA47C2">
        <w:rPr>
          <w:rFonts w:ascii="Arial Narrow" w:hAnsi="Arial Narrow"/>
          <w:sz w:val="22"/>
          <w:lang w:val="it-IT"/>
        </w:rPr>
        <w:t>3</w:t>
      </w:r>
      <w:r w:rsidR="006204D1" w:rsidRPr="00D46536">
        <w:rPr>
          <w:rFonts w:ascii="Arial Narrow" w:hAnsi="Arial Narrow"/>
          <w:sz w:val="22"/>
          <w:lang w:val="pt-BR"/>
        </w:rPr>
        <w:t xml:space="preserve">. Sitzung | </w:t>
      </w:r>
      <w:r w:rsidR="00180504" w:rsidRPr="00D46536">
        <w:rPr>
          <w:rFonts w:ascii="Arial Narrow" w:hAnsi="Arial Narrow"/>
          <w:sz w:val="22"/>
          <w:lang w:val="pt-BR"/>
        </w:rPr>
        <w:t>W</w:t>
      </w:r>
      <w:r w:rsidR="006204D1" w:rsidRPr="00D46536">
        <w:rPr>
          <w:rFonts w:ascii="Arial Narrow" w:hAnsi="Arial Narrow"/>
          <w:sz w:val="22"/>
          <w:lang w:val="pt-BR"/>
        </w:rPr>
        <w:t>S1</w:t>
      </w:r>
      <w:r w:rsidR="00FA2065" w:rsidRPr="00D46536">
        <w:rPr>
          <w:rFonts w:ascii="Arial Narrow" w:hAnsi="Arial Narrow"/>
          <w:sz w:val="22"/>
          <w:lang w:val="pt-BR"/>
        </w:rPr>
        <w:t>7</w:t>
      </w:r>
      <w:r w:rsidR="004E73C0" w:rsidRPr="00D46536">
        <w:rPr>
          <w:rFonts w:ascii="Arial Narrow" w:hAnsi="Arial Narrow"/>
          <w:sz w:val="22"/>
          <w:lang w:val="pt-BR"/>
        </w:rPr>
        <w:t>/18</w:t>
      </w:r>
    </w:p>
    <w:p w14:paraId="3BE5528F" w14:textId="77777777" w:rsidR="000C1EB8" w:rsidRPr="00D46536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pt-BR"/>
        </w:rPr>
      </w:pPr>
    </w:p>
    <w:p w14:paraId="679D09FE" w14:textId="77777777" w:rsidR="000C1EB8" w:rsidRPr="00D46536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pt-BR"/>
        </w:rPr>
      </w:pPr>
      <w:r w:rsidRPr="00D46536">
        <w:rPr>
          <w:rFonts w:ascii="Arial Narrow" w:hAnsi="Arial Narrow"/>
          <w:b/>
          <w:sz w:val="22"/>
          <w:lang w:val="pt-BR"/>
        </w:rPr>
        <w:t>Gremium</w:t>
      </w:r>
      <w:r w:rsidRPr="00D46536">
        <w:rPr>
          <w:rFonts w:ascii="Arial Narrow" w:hAnsi="Arial Narrow"/>
          <w:b/>
          <w:sz w:val="22"/>
          <w:lang w:val="pt-BR"/>
        </w:rPr>
        <w:tab/>
        <w:t>:</w:t>
      </w:r>
      <w:r w:rsidRPr="00D46536">
        <w:rPr>
          <w:rFonts w:ascii="Arial Narrow" w:hAnsi="Arial Narrow"/>
          <w:sz w:val="22"/>
          <w:lang w:val="pt-BR"/>
        </w:rPr>
        <w:tab/>
      </w:r>
      <w:r w:rsidR="00436FE1" w:rsidRPr="00D46536">
        <w:rPr>
          <w:rFonts w:ascii="Arial Narrow" w:hAnsi="Arial Narrow"/>
          <w:sz w:val="22"/>
          <w:lang w:val="pt-BR"/>
        </w:rPr>
        <w:t>Campus-</w:t>
      </w:r>
      <w:r w:rsidRPr="00D46536">
        <w:rPr>
          <w:rFonts w:ascii="Arial Narrow" w:hAnsi="Arial Narrow"/>
          <w:sz w:val="22"/>
          <w:lang w:val="pt-BR"/>
        </w:rPr>
        <w:t>AStA</w:t>
      </w:r>
    </w:p>
    <w:p w14:paraId="0E955182" w14:textId="7DA7563B"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6B7463">
        <w:rPr>
          <w:rFonts w:ascii="Arial Narrow" w:hAnsi="Arial Narrow"/>
          <w:sz w:val="22"/>
          <w:lang w:val="de-DE"/>
        </w:rPr>
        <w:t>1</w:t>
      </w:r>
      <w:r w:rsidR="00BA47C2">
        <w:rPr>
          <w:rFonts w:ascii="Arial Narrow" w:hAnsi="Arial Narrow"/>
          <w:sz w:val="22"/>
          <w:lang w:val="de-DE"/>
        </w:rPr>
        <w:t>7</w:t>
      </w:r>
      <w:r w:rsidR="006B7463">
        <w:rPr>
          <w:rFonts w:ascii="Arial Narrow" w:hAnsi="Arial Narrow"/>
          <w:sz w:val="22"/>
          <w:lang w:val="de-DE"/>
        </w:rPr>
        <w:t>.01.2018</w:t>
      </w:r>
    </w:p>
    <w:p w14:paraId="1164A1D9" w14:textId="77777777"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14:paraId="5CA1CF75" w14:textId="77777777"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14:paraId="46A09C3C" w14:textId="77777777"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1A9696BF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E21D4E9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2F1B8FA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14:paraId="5E52097D" w14:textId="77777777"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14:paraId="194679E1" w14:textId="1713B593" w:rsidR="002115DA" w:rsidRDefault="002C5110" w:rsidP="00BA47C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14:paraId="64ABDB4A" w14:textId="45ED4F9D" w:rsidR="00735966" w:rsidRDefault="00735966" w:rsidP="0073596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 / Verleihliste ( Suske)</w:t>
      </w:r>
    </w:p>
    <w:p w14:paraId="5A1C9074" w14:textId="2921DD54" w:rsidR="00B56E10" w:rsidRDefault="00B56E10" w:rsidP="00B56E1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Verliehene Gegenstände (Helena)</w:t>
      </w:r>
    </w:p>
    <w:p w14:paraId="42770A21" w14:textId="3BD26ACB" w:rsidR="00611877" w:rsidRDefault="00611877" w:rsidP="0061187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Einkauf Pfannen, WMF Aktion Edeka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14:paraId="1257CC9C" w14:textId="5F6D98A1" w:rsidR="00DA6CDA" w:rsidRDefault="00DA6CDA" w:rsidP="0061187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Runder Tisch Wahlen (Matze)</w:t>
      </w:r>
    </w:p>
    <w:p w14:paraId="0A854AC2" w14:textId="5813AD4B" w:rsidR="00DA6CDA" w:rsidRDefault="00DA6CDA" w:rsidP="0061187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HSB-Zukunft (Matze)</w:t>
      </w:r>
    </w:p>
    <w:p w14:paraId="05EC05E5" w14:textId="0873A10F" w:rsidR="00DA2821" w:rsidRDefault="00DA2821" w:rsidP="0061187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Klavierstimmen (Johannes)</w:t>
      </w:r>
    </w:p>
    <w:p w14:paraId="56F66655" w14:textId="2B65627A" w:rsidR="00F72DD3" w:rsidRDefault="00F72DD3" w:rsidP="0061187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 Referatsvorstellung (Matze)</w:t>
      </w:r>
    </w:p>
    <w:p w14:paraId="5CE83187" w14:textId="21CBC266" w:rsidR="00014B30" w:rsidRDefault="00D82797" w:rsidP="00014B3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Reparatur ANKER-Ladegerät (Tim)</w:t>
      </w:r>
    </w:p>
    <w:p w14:paraId="5B5EC8B8" w14:textId="5968874C" w:rsidR="0045766F" w:rsidRDefault="00624AD3" w:rsidP="0045766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Konzertanfrage – Jan </w:t>
      </w:r>
      <w:proofErr w:type="spellStart"/>
      <w:r>
        <w:rPr>
          <w:rFonts w:ascii="Arial Narrow" w:hAnsi="Arial Narrow"/>
          <w:sz w:val="22"/>
          <w:lang w:val="de-DE"/>
        </w:rPr>
        <w:t>Bornhorst</w:t>
      </w:r>
      <w:proofErr w:type="spellEnd"/>
      <w:r>
        <w:rPr>
          <w:rFonts w:ascii="Arial Narrow" w:hAnsi="Arial Narrow"/>
          <w:sz w:val="22"/>
          <w:lang w:val="de-DE"/>
        </w:rPr>
        <w:t xml:space="preserve"> (Matze)</w:t>
      </w:r>
    </w:p>
    <w:p w14:paraId="1A1B5749" w14:textId="25F05BD8" w:rsidR="0045766F" w:rsidRPr="0045766F" w:rsidRDefault="0045766F" w:rsidP="0045766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(Daniel/</w:t>
      </w:r>
      <w:proofErr w:type="spellStart"/>
      <w:r>
        <w:rPr>
          <w:rFonts w:ascii="Arial Narrow" w:hAnsi="Arial Narrow"/>
          <w:sz w:val="22"/>
          <w:lang w:val="de-DE"/>
        </w:rPr>
        <w:t>Süske</w:t>
      </w:r>
      <w:proofErr w:type="spellEnd"/>
      <w:r>
        <w:rPr>
          <w:rFonts w:ascii="Arial Narrow" w:hAnsi="Arial Narrow"/>
          <w:sz w:val="22"/>
          <w:lang w:val="de-DE"/>
        </w:rPr>
        <w:t>)</w:t>
      </w:r>
      <w:bookmarkStart w:id="0" w:name="_GoBack"/>
      <w:bookmarkEnd w:id="0"/>
    </w:p>
    <w:p w14:paraId="6931260A" w14:textId="39853BF0" w:rsidR="00D82797" w:rsidRPr="00D82797" w:rsidRDefault="00FD2BD0" w:rsidP="00D8279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1F3379">
        <w:rPr>
          <w:rFonts w:ascii="Arial Narrow" w:hAnsi="Arial Narrow"/>
          <w:sz w:val="22"/>
          <w:lang w:val="de-DE"/>
        </w:rPr>
        <w:t>Sonstiges</w:t>
      </w:r>
    </w:p>
    <w:sectPr w:rsidR="00D82797" w:rsidRPr="00D82797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E2E1E" w14:textId="77777777" w:rsidR="00A90B55" w:rsidRDefault="00A90B55">
      <w:pPr>
        <w:spacing w:line="20" w:lineRule="exact"/>
      </w:pPr>
    </w:p>
  </w:endnote>
  <w:endnote w:type="continuationSeparator" w:id="0">
    <w:p w14:paraId="6DF5FC24" w14:textId="77777777" w:rsidR="00A90B55" w:rsidRDefault="00A90B55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14:paraId="1E07CA88" w14:textId="77777777" w:rsidR="00A90B55" w:rsidRDefault="00A90B55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8ACA2" w14:textId="77777777" w:rsidR="00A90B55" w:rsidRDefault="00A90B55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14:paraId="3483486D" w14:textId="77777777" w:rsidR="00A90B55" w:rsidRDefault="00A90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CACB2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538A12FD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73074428" w14:textId="42F334D2"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854BE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14:paraId="78CEA0F9" w14:textId="77777777"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2A0266C5" w14:textId="77777777"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392D6637" w14:textId="77777777"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4B30"/>
    <w:rsid w:val="0002171F"/>
    <w:rsid w:val="000243CF"/>
    <w:rsid w:val="0003734E"/>
    <w:rsid w:val="0004066B"/>
    <w:rsid w:val="000459F9"/>
    <w:rsid w:val="000509F5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0F3737"/>
    <w:rsid w:val="00103636"/>
    <w:rsid w:val="0011608E"/>
    <w:rsid w:val="001364FA"/>
    <w:rsid w:val="0014473D"/>
    <w:rsid w:val="00144E86"/>
    <w:rsid w:val="00180504"/>
    <w:rsid w:val="001B4703"/>
    <w:rsid w:val="001C7E80"/>
    <w:rsid w:val="001D3317"/>
    <w:rsid w:val="001D47FD"/>
    <w:rsid w:val="001D7BFE"/>
    <w:rsid w:val="001F3379"/>
    <w:rsid w:val="001F5D4C"/>
    <w:rsid w:val="00203683"/>
    <w:rsid w:val="002115DA"/>
    <w:rsid w:val="00211E26"/>
    <w:rsid w:val="00216572"/>
    <w:rsid w:val="0022189E"/>
    <w:rsid w:val="00262257"/>
    <w:rsid w:val="00273332"/>
    <w:rsid w:val="00274830"/>
    <w:rsid w:val="002A108C"/>
    <w:rsid w:val="002A571F"/>
    <w:rsid w:val="002B1A01"/>
    <w:rsid w:val="002C5110"/>
    <w:rsid w:val="002D090B"/>
    <w:rsid w:val="002D1178"/>
    <w:rsid w:val="002D42C7"/>
    <w:rsid w:val="002E0BD8"/>
    <w:rsid w:val="002E7327"/>
    <w:rsid w:val="002F65F2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A08CC"/>
    <w:rsid w:val="003B669B"/>
    <w:rsid w:val="003C6867"/>
    <w:rsid w:val="003C7355"/>
    <w:rsid w:val="004108F1"/>
    <w:rsid w:val="00425EF5"/>
    <w:rsid w:val="004359A0"/>
    <w:rsid w:val="004359EE"/>
    <w:rsid w:val="00436FE1"/>
    <w:rsid w:val="00441B0C"/>
    <w:rsid w:val="0045766F"/>
    <w:rsid w:val="00487AF4"/>
    <w:rsid w:val="004B0F6C"/>
    <w:rsid w:val="004D1F62"/>
    <w:rsid w:val="004E73C0"/>
    <w:rsid w:val="00501683"/>
    <w:rsid w:val="00501BD9"/>
    <w:rsid w:val="005066BF"/>
    <w:rsid w:val="00520BCC"/>
    <w:rsid w:val="00525A67"/>
    <w:rsid w:val="00543129"/>
    <w:rsid w:val="00556AE8"/>
    <w:rsid w:val="00577F83"/>
    <w:rsid w:val="0059040E"/>
    <w:rsid w:val="005B0325"/>
    <w:rsid w:val="005B1C22"/>
    <w:rsid w:val="005D1210"/>
    <w:rsid w:val="005E51D5"/>
    <w:rsid w:val="005F45A2"/>
    <w:rsid w:val="005F4E54"/>
    <w:rsid w:val="00602994"/>
    <w:rsid w:val="00604CA6"/>
    <w:rsid w:val="00606C2C"/>
    <w:rsid w:val="00606F9B"/>
    <w:rsid w:val="00611877"/>
    <w:rsid w:val="00614F9E"/>
    <w:rsid w:val="006204D1"/>
    <w:rsid w:val="00624AD3"/>
    <w:rsid w:val="006333E5"/>
    <w:rsid w:val="00650AAE"/>
    <w:rsid w:val="00685893"/>
    <w:rsid w:val="00686ECB"/>
    <w:rsid w:val="006A01E2"/>
    <w:rsid w:val="006A0CE7"/>
    <w:rsid w:val="006A2577"/>
    <w:rsid w:val="006A6E9D"/>
    <w:rsid w:val="006B5028"/>
    <w:rsid w:val="006B7463"/>
    <w:rsid w:val="006C4D68"/>
    <w:rsid w:val="006D4F2F"/>
    <w:rsid w:val="006D5E3B"/>
    <w:rsid w:val="006F55D7"/>
    <w:rsid w:val="00713690"/>
    <w:rsid w:val="007173E9"/>
    <w:rsid w:val="00724073"/>
    <w:rsid w:val="00733F99"/>
    <w:rsid w:val="00735966"/>
    <w:rsid w:val="007364E7"/>
    <w:rsid w:val="00742C7E"/>
    <w:rsid w:val="007440AD"/>
    <w:rsid w:val="00756178"/>
    <w:rsid w:val="00761B22"/>
    <w:rsid w:val="0076384A"/>
    <w:rsid w:val="00766556"/>
    <w:rsid w:val="00774F19"/>
    <w:rsid w:val="00784186"/>
    <w:rsid w:val="00792AB8"/>
    <w:rsid w:val="007943B4"/>
    <w:rsid w:val="007B1EB9"/>
    <w:rsid w:val="007C767B"/>
    <w:rsid w:val="007D1D88"/>
    <w:rsid w:val="007D46E4"/>
    <w:rsid w:val="007D7C7C"/>
    <w:rsid w:val="007E031D"/>
    <w:rsid w:val="007E4020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17E3C"/>
    <w:rsid w:val="0082453A"/>
    <w:rsid w:val="00834521"/>
    <w:rsid w:val="008378D7"/>
    <w:rsid w:val="00843F45"/>
    <w:rsid w:val="008457B3"/>
    <w:rsid w:val="00854118"/>
    <w:rsid w:val="00863606"/>
    <w:rsid w:val="008743D8"/>
    <w:rsid w:val="0088531A"/>
    <w:rsid w:val="008C250E"/>
    <w:rsid w:val="008C4F45"/>
    <w:rsid w:val="008D16EC"/>
    <w:rsid w:val="008D2BDB"/>
    <w:rsid w:val="008F7364"/>
    <w:rsid w:val="008F780F"/>
    <w:rsid w:val="00900258"/>
    <w:rsid w:val="0092247F"/>
    <w:rsid w:val="0092701A"/>
    <w:rsid w:val="00927544"/>
    <w:rsid w:val="009301A0"/>
    <w:rsid w:val="00937828"/>
    <w:rsid w:val="009533E2"/>
    <w:rsid w:val="009569A4"/>
    <w:rsid w:val="009757B0"/>
    <w:rsid w:val="009906B7"/>
    <w:rsid w:val="009B7B2F"/>
    <w:rsid w:val="009D3E73"/>
    <w:rsid w:val="009E6CE4"/>
    <w:rsid w:val="009F2B29"/>
    <w:rsid w:val="00A04EBB"/>
    <w:rsid w:val="00A05515"/>
    <w:rsid w:val="00A17584"/>
    <w:rsid w:val="00A268ED"/>
    <w:rsid w:val="00A448D9"/>
    <w:rsid w:val="00A44D35"/>
    <w:rsid w:val="00A609B8"/>
    <w:rsid w:val="00A62A5E"/>
    <w:rsid w:val="00A63F70"/>
    <w:rsid w:val="00A87E62"/>
    <w:rsid w:val="00A90B55"/>
    <w:rsid w:val="00A94BC2"/>
    <w:rsid w:val="00AB059A"/>
    <w:rsid w:val="00AB582B"/>
    <w:rsid w:val="00AD2360"/>
    <w:rsid w:val="00AD3CAD"/>
    <w:rsid w:val="00AE757F"/>
    <w:rsid w:val="00AF0B6E"/>
    <w:rsid w:val="00AF264D"/>
    <w:rsid w:val="00AF4CE2"/>
    <w:rsid w:val="00B138C8"/>
    <w:rsid w:val="00B23276"/>
    <w:rsid w:val="00B25462"/>
    <w:rsid w:val="00B262CA"/>
    <w:rsid w:val="00B31937"/>
    <w:rsid w:val="00B51224"/>
    <w:rsid w:val="00B56E10"/>
    <w:rsid w:val="00B83D82"/>
    <w:rsid w:val="00B854BE"/>
    <w:rsid w:val="00B91196"/>
    <w:rsid w:val="00BA0568"/>
    <w:rsid w:val="00BA10A5"/>
    <w:rsid w:val="00BA47C2"/>
    <w:rsid w:val="00BB3878"/>
    <w:rsid w:val="00BD4E8B"/>
    <w:rsid w:val="00BE1515"/>
    <w:rsid w:val="00BE230D"/>
    <w:rsid w:val="00C1435E"/>
    <w:rsid w:val="00C172EB"/>
    <w:rsid w:val="00C22F83"/>
    <w:rsid w:val="00C46942"/>
    <w:rsid w:val="00C55C5B"/>
    <w:rsid w:val="00C60DAE"/>
    <w:rsid w:val="00C63840"/>
    <w:rsid w:val="00C7694F"/>
    <w:rsid w:val="00C772CC"/>
    <w:rsid w:val="00C82C9C"/>
    <w:rsid w:val="00C84AA7"/>
    <w:rsid w:val="00CA5DF7"/>
    <w:rsid w:val="00CB5BD5"/>
    <w:rsid w:val="00CB7EB7"/>
    <w:rsid w:val="00CD7327"/>
    <w:rsid w:val="00CF0EE6"/>
    <w:rsid w:val="00CF5C3B"/>
    <w:rsid w:val="00D20667"/>
    <w:rsid w:val="00D242DD"/>
    <w:rsid w:val="00D24319"/>
    <w:rsid w:val="00D247B7"/>
    <w:rsid w:val="00D24AA6"/>
    <w:rsid w:val="00D46536"/>
    <w:rsid w:val="00D523B8"/>
    <w:rsid w:val="00D55BFE"/>
    <w:rsid w:val="00D62D7D"/>
    <w:rsid w:val="00D70F3A"/>
    <w:rsid w:val="00D74377"/>
    <w:rsid w:val="00D803B9"/>
    <w:rsid w:val="00D82797"/>
    <w:rsid w:val="00D94C60"/>
    <w:rsid w:val="00DA2821"/>
    <w:rsid w:val="00DA6CDA"/>
    <w:rsid w:val="00DD1790"/>
    <w:rsid w:val="00DE1F6C"/>
    <w:rsid w:val="00DE2509"/>
    <w:rsid w:val="00DE4F37"/>
    <w:rsid w:val="00E06528"/>
    <w:rsid w:val="00E1673A"/>
    <w:rsid w:val="00E1764A"/>
    <w:rsid w:val="00E206F4"/>
    <w:rsid w:val="00E23EB0"/>
    <w:rsid w:val="00E32830"/>
    <w:rsid w:val="00E33D18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2001D"/>
    <w:rsid w:val="00F57F66"/>
    <w:rsid w:val="00F72DD3"/>
    <w:rsid w:val="00F834DE"/>
    <w:rsid w:val="00F87ED7"/>
    <w:rsid w:val="00FA2065"/>
    <w:rsid w:val="00FC5C86"/>
    <w:rsid w:val="00FD2BD0"/>
    <w:rsid w:val="00FD2F2E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A1EB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KeinLeerraum">
    <w:name w:val="No Spacing"/>
    <w:uiPriority w:val="1"/>
    <w:qFormat/>
    <w:rsid w:val="00DA282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KeinLeerraum">
    <w:name w:val="No Spacing"/>
    <w:uiPriority w:val="1"/>
    <w:qFormat/>
    <w:rsid w:val="00DA282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Armin Saur</cp:lastModifiedBy>
  <cp:revision>17</cp:revision>
  <cp:lastPrinted>2018-01-17T11:58:00Z</cp:lastPrinted>
  <dcterms:created xsi:type="dcterms:W3CDTF">2018-01-10T11:10:00Z</dcterms:created>
  <dcterms:modified xsi:type="dcterms:W3CDTF">2018-01-17T15:14:00Z</dcterms:modified>
</cp:coreProperties>
</file>